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0E46F-4E34-4C48-9DDD-2273F0F3F78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